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28" w:rsidRDefault="00BA7F28" w:rsidP="00BA7F28">
      <w:pPr>
        <w:pStyle w:val="a3"/>
        <w:spacing w:before="0" w:beforeAutospacing="0" w:after="200" w:afterAutospacing="0"/>
        <w:ind w:left="9498" w:right="-20"/>
        <w:jc w:val="center"/>
      </w:pPr>
      <w:r>
        <w:rPr>
          <w:color w:val="000000"/>
          <w:sz w:val="28"/>
          <w:szCs w:val="28"/>
        </w:rPr>
        <w:t>Приложение № 4</w:t>
      </w:r>
      <w:r>
        <w:rPr>
          <w:b/>
          <w:bCs/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к Методическим рекомендациям </w:t>
      </w:r>
      <w:r>
        <w:rPr>
          <w:color w:val="000000"/>
          <w:sz w:val="28"/>
          <w:szCs w:val="28"/>
        </w:rPr>
        <w:br/>
        <w:t>по применению аудита соответствия</w:t>
      </w:r>
    </w:p>
    <w:p w:rsidR="00BA7F28" w:rsidRDefault="00BA7F28" w:rsidP="00BA7F28">
      <w:pPr>
        <w:pStyle w:val="a3"/>
        <w:spacing w:before="0" w:beforeAutospacing="0" w:after="20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Схема формулирования вывода по </w:t>
      </w:r>
      <w:r w:rsidR="006E5F8B">
        <w:rPr>
          <w:b/>
          <w:bCs/>
          <w:color w:val="000000"/>
          <w:sz w:val="28"/>
          <w:szCs w:val="28"/>
        </w:rPr>
        <w:t>цели</w:t>
      </w:r>
      <w:r>
        <w:rPr>
          <w:b/>
          <w:bCs/>
          <w:color w:val="000000"/>
          <w:sz w:val="28"/>
          <w:szCs w:val="28"/>
        </w:rPr>
        <w:t xml:space="preserve"> аудита соответствия</w:t>
      </w:r>
    </w:p>
    <w:p w:rsidR="00BA7F28" w:rsidRPr="00BA7F28" w:rsidRDefault="00D01355" w:rsidP="00D01355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1942294B" wp14:editId="48833FE8">
            <wp:extent cx="9239250" cy="5238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A7F28" w:rsidRPr="00BA7F28" w:rsidSect="007E701C">
      <w:pgSz w:w="16838" w:h="11906" w:orient="landscape"/>
      <w:pgMar w:top="1276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28"/>
    <w:rsid w:val="000203EB"/>
    <w:rsid w:val="006E5F8B"/>
    <w:rsid w:val="007E701C"/>
    <w:rsid w:val="008D38C5"/>
    <w:rsid w:val="00BA7F28"/>
    <w:rsid w:val="00D0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F74FFFF-D464-4AE2-BFE1-ECA1AD94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7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3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72634-95B7-49E5-B6C6-A7B8D5BDB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AF9EC4F2</Template>
  <TotalTime>19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Комментарий ДИМ</dc:creator>
  <cp:keywords/>
  <dc:description/>
  <cp:lastModifiedBy>Комментарий ДИМ</cp:lastModifiedBy>
  <cp:revision>5</cp:revision>
  <dcterms:created xsi:type="dcterms:W3CDTF">2024-09-20T13:10:00Z</dcterms:created>
  <dcterms:modified xsi:type="dcterms:W3CDTF">2024-11-08T15:25:00Z</dcterms:modified>
</cp:coreProperties>
</file>